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07539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8"/>
        </w:rPr>
      </w:pPr>
      <w:r w:rsidRPr="00507539">
        <w:rPr>
          <w:rFonts w:ascii="Corbel" w:hAnsi="Corbel"/>
          <w:b/>
          <w:smallCaps/>
          <w:sz w:val="28"/>
        </w:rPr>
        <w:t>SYLABUS</w:t>
      </w:r>
    </w:p>
    <w:p w:rsidR="0085747A" w:rsidRPr="00507539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507539">
        <w:rPr>
          <w:rFonts w:ascii="Corbel" w:hAnsi="Corbel"/>
          <w:b/>
          <w:smallCaps/>
          <w:szCs w:val="24"/>
        </w:rPr>
        <w:t xml:space="preserve">dotyczy cyklu kształcenia  </w:t>
      </w:r>
      <w:r w:rsidR="002D1727" w:rsidRPr="002D1727">
        <w:rPr>
          <w:rFonts w:ascii="Corbel" w:hAnsi="Corbel"/>
          <w:b/>
          <w:smallCaps/>
          <w:szCs w:val="24"/>
        </w:rPr>
        <w:t>2021-2024</w:t>
      </w:r>
    </w:p>
    <w:p w:rsidR="0085747A" w:rsidRPr="00507539" w:rsidRDefault="00B06142" w:rsidP="00B819C8">
      <w:pPr>
        <w:spacing w:after="0" w:line="240" w:lineRule="exact"/>
        <w:rPr>
          <w:rFonts w:ascii="Corbel" w:hAnsi="Corbel"/>
          <w:sz w:val="20"/>
          <w:szCs w:val="20"/>
        </w:rPr>
      </w:pP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  <w:t xml:space="preserve">                      </w:t>
      </w:r>
      <w:r w:rsidR="0085747A" w:rsidRPr="00507539">
        <w:rPr>
          <w:rFonts w:ascii="Corbel" w:hAnsi="Corbel"/>
        </w:rPr>
        <w:t xml:space="preserve"> </w:t>
      </w:r>
      <w:r w:rsidR="00507539">
        <w:rPr>
          <w:rFonts w:ascii="Corbel" w:hAnsi="Corbel"/>
        </w:rPr>
        <w:tab/>
      </w:r>
      <w:r w:rsidR="0085747A" w:rsidRPr="00507539">
        <w:rPr>
          <w:rFonts w:ascii="Corbel" w:hAnsi="Corbel"/>
          <w:i/>
          <w:sz w:val="20"/>
          <w:szCs w:val="20"/>
        </w:rPr>
        <w:t>(skrajne daty</w:t>
      </w:r>
      <w:r w:rsidR="0085747A" w:rsidRPr="00507539">
        <w:rPr>
          <w:rFonts w:ascii="Corbel" w:hAnsi="Corbel"/>
        </w:rPr>
        <w:t>)</w:t>
      </w:r>
    </w:p>
    <w:p w:rsidR="0085747A" w:rsidRDefault="0085747A" w:rsidP="00B819C8">
      <w:pPr>
        <w:spacing w:after="0" w:line="240" w:lineRule="auto"/>
        <w:rPr>
          <w:rFonts w:ascii="Corbel" w:hAnsi="Corbel"/>
          <w:sz w:val="20"/>
          <w:szCs w:val="20"/>
        </w:rPr>
      </w:pPr>
      <w:bookmarkStart w:id="0" w:name="_GoBack"/>
      <w:bookmarkEnd w:id="0"/>
    </w:p>
    <w:p w:rsidR="00507539" w:rsidRDefault="00507539" w:rsidP="00507539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D1727" w:rsidRPr="002D1727">
        <w:rPr>
          <w:rFonts w:ascii="Corbel" w:hAnsi="Corbel"/>
          <w:sz w:val="20"/>
          <w:szCs w:val="20"/>
        </w:rPr>
        <w:t>2022/2023</w:t>
      </w:r>
    </w:p>
    <w:p w:rsidR="00507539" w:rsidRPr="00507539" w:rsidRDefault="00507539" w:rsidP="00507539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</w:p>
    <w:p w:rsidR="0085747A" w:rsidRPr="00507539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</w:rPr>
      </w:pPr>
      <w:r w:rsidRPr="00507539">
        <w:rPr>
          <w:rFonts w:ascii="Corbel" w:hAnsi="Corbel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07539" w:rsidRDefault="008F42BF" w:rsidP="00B819C8">
            <w:pPr>
              <w:pStyle w:val="Odpowiedzi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Procesy migracyjne we współczesnym świecie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5747A" w:rsidRPr="00507539" w:rsidRDefault="007E0081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MK </w:t>
            </w:r>
            <w:r w:rsidR="007B322E" w:rsidRPr="00507539">
              <w:rPr>
                <w:rFonts w:ascii="Corbel" w:hAnsi="Corbel"/>
                <w:b w:val="0"/>
                <w:sz w:val="22"/>
              </w:rPr>
              <w:t>4</w:t>
            </w:r>
            <w:r w:rsidRPr="00507539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747A" w:rsidRPr="00507539" w:rsidRDefault="00507539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507539" w:rsidRPr="00507539" w:rsidTr="00B819C8">
        <w:tc>
          <w:tcPr>
            <w:tcW w:w="2694" w:type="dxa"/>
            <w:vAlign w:val="center"/>
          </w:tcPr>
          <w:p w:rsidR="00507539" w:rsidRPr="00507539" w:rsidRDefault="00507539" w:rsidP="0050753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07539" w:rsidRPr="00507539" w:rsidRDefault="00507539" w:rsidP="0050753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Politologia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I stopień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Rok I</w:t>
            </w:r>
            <w:r w:rsidR="008F42BF" w:rsidRPr="00507539">
              <w:rPr>
                <w:rFonts w:ascii="Corbel" w:hAnsi="Corbel"/>
                <w:b w:val="0"/>
                <w:sz w:val="22"/>
              </w:rPr>
              <w:t>I</w:t>
            </w:r>
            <w:r w:rsidRPr="00507539">
              <w:rPr>
                <w:rFonts w:ascii="Corbel" w:hAnsi="Corbel"/>
                <w:b w:val="0"/>
                <w:sz w:val="22"/>
              </w:rPr>
              <w:t>, semestr II</w:t>
            </w:r>
            <w:r w:rsidR="008F42BF" w:rsidRPr="00507539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07539" w:rsidRDefault="008F42BF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Do wyboru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Dr </w:t>
            </w:r>
            <w:r w:rsidR="00B74BF7" w:rsidRPr="00507539">
              <w:rPr>
                <w:rFonts w:ascii="Corbel" w:hAnsi="Corbel"/>
                <w:b w:val="0"/>
                <w:sz w:val="22"/>
              </w:rPr>
              <w:t xml:space="preserve">hab. </w:t>
            </w:r>
            <w:r w:rsidRPr="00507539">
              <w:rPr>
                <w:rFonts w:ascii="Corbel" w:hAnsi="Corbel"/>
                <w:b w:val="0"/>
                <w:sz w:val="22"/>
              </w:rPr>
              <w:t xml:space="preserve">Grzegorz </w:t>
            </w:r>
            <w:proofErr w:type="spellStart"/>
            <w:r w:rsidRPr="00507539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="00507539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41A6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Dr </w:t>
            </w:r>
            <w:r w:rsidR="00B74BF7" w:rsidRPr="00507539">
              <w:rPr>
                <w:rFonts w:ascii="Corbel" w:hAnsi="Corbel"/>
                <w:b w:val="0"/>
                <w:sz w:val="22"/>
              </w:rPr>
              <w:t xml:space="preserve">hab. </w:t>
            </w:r>
            <w:r w:rsidRPr="00507539">
              <w:rPr>
                <w:rFonts w:ascii="Corbel" w:hAnsi="Corbel"/>
                <w:b w:val="0"/>
                <w:sz w:val="22"/>
              </w:rPr>
              <w:t xml:space="preserve">Grzegorz </w:t>
            </w:r>
            <w:proofErr w:type="spellStart"/>
            <w:r w:rsidRPr="00507539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="00507539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  <w:r w:rsidRPr="00507539">
        <w:rPr>
          <w:rFonts w:ascii="Corbel" w:hAnsi="Corbel"/>
        </w:rPr>
        <w:t xml:space="preserve">* </w:t>
      </w:r>
      <w:r w:rsidRPr="00507539">
        <w:rPr>
          <w:rFonts w:ascii="Corbel" w:hAnsi="Corbel"/>
          <w:i/>
        </w:rPr>
        <w:t xml:space="preserve">- </w:t>
      </w:r>
      <w:r w:rsidRPr="00507539">
        <w:rPr>
          <w:rFonts w:ascii="Corbel" w:hAnsi="Corbel"/>
          <w:b w:val="0"/>
          <w:i/>
        </w:rPr>
        <w:t xml:space="preserve">zgodnie z ustaleniami </w:t>
      </w:r>
      <w:r w:rsidR="00507539" w:rsidRPr="00507539">
        <w:rPr>
          <w:rFonts w:ascii="Corbel" w:hAnsi="Corbel"/>
          <w:b w:val="0"/>
          <w:i/>
        </w:rPr>
        <w:t>w Jednostce</w:t>
      </w:r>
    </w:p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</w:p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  <w:r w:rsidRPr="00507539">
        <w:rPr>
          <w:rFonts w:ascii="Corbel" w:hAnsi="Corbel"/>
        </w:rPr>
        <w:t xml:space="preserve">1.2.Formy zajęć dydaktycznych, wymiar godzin i punktów ECTS </w:t>
      </w:r>
    </w:p>
    <w:p w:rsidR="00507539" w:rsidRPr="00507539" w:rsidRDefault="00507539" w:rsidP="00B819C8">
      <w:pPr>
        <w:pStyle w:val="Podpunkty"/>
        <w:ind w:left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26"/>
        <w:gridCol w:w="762"/>
        <w:gridCol w:w="837"/>
        <w:gridCol w:w="775"/>
        <w:gridCol w:w="793"/>
        <w:gridCol w:w="730"/>
        <w:gridCol w:w="914"/>
        <w:gridCol w:w="1301"/>
        <w:gridCol w:w="1712"/>
      </w:tblGrid>
      <w:tr w:rsidR="00507539" w:rsidRPr="00507539" w:rsidTr="0005152D">
        <w:tc>
          <w:tcPr>
            <w:tcW w:w="959" w:type="dxa"/>
            <w:vAlign w:val="center"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Semestr</w:t>
            </w:r>
          </w:p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nr</w:t>
            </w:r>
          </w:p>
        </w:tc>
        <w:tc>
          <w:tcPr>
            <w:tcW w:w="836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Wykł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41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Konw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1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04" w:type="dxa"/>
            <w:vAlign w:val="center"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Sem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56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29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Prakt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52" w:type="dxa"/>
            <w:vAlign w:val="center"/>
            <w:hideMark/>
          </w:tcPr>
          <w:p w:rsid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 xml:space="preserve">Inne </w:t>
            </w:r>
          </w:p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803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507539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507539" w:rsidRPr="00507539" w:rsidTr="0005152D">
        <w:trPr>
          <w:trHeight w:val="453"/>
        </w:trPr>
        <w:tc>
          <w:tcPr>
            <w:tcW w:w="959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836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3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841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352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507539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smallCaps w:val="0"/>
          <w:sz w:val="20"/>
          <w:szCs w:val="20"/>
        </w:rPr>
        <w:t>1.</w:t>
      </w:r>
      <w:r w:rsidRPr="00507539">
        <w:rPr>
          <w:rFonts w:ascii="Corbel" w:hAnsi="Corbel"/>
          <w:smallCaps w:val="0"/>
          <w:sz w:val="22"/>
        </w:rPr>
        <w:t xml:space="preserve">3.  Sposób realizacji zajęć  </w:t>
      </w:r>
    </w:p>
    <w:p w:rsidR="0085747A" w:rsidRPr="00507539" w:rsidRDefault="00546C9B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Segoe UI Symbol" w:eastAsia="MS Gothic" w:hAnsi="Segoe UI Symbol" w:cs="Segoe UI Symbol"/>
          <w:b w:val="0"/>
        </w:rPr>
        <w:t>☒</w:t>
      </w:r>
      <w:r w:rsidR="0085747A" w:rsidRPr="00507539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Segoe UI Symbol" w:eastAsia="MS Gothic" w:hAnsi="Segoe UI Symbol" w:cs="Segoe UI Symbol"/>
          <w:b w:val="0"/>
        </w:rPr>
        <w:t>☐</w:t>
      </w:r>
      <w:r w:rsidRPr="00507539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1.4. Forma zaliczenia przedmiotu</w:t>
      </w:r>
      <w:r w:rsidR="00507539">
        <w:rPr>
          <w:rFonts w:ascii="Corbel" w:hAnsi="Corbel"/>
          <w:smallCaps w:val="0"/>
          <w:sz w:val="22"/>
        </w:rPr>
        <w:t xml:space="preserve"> </w:t>
      </w:r>
      <w:r w:rsidR="00507539">
        <w:rPr>
          <w:rFonts w:ascii="Corbel" w:hAnsi="Corbel"/>
          <w:b w:val="0"/>
          <w:smallCaps w:val="0"/>
          <w:sz w:val="22"/>
        </w:rPr>
        <w:t>zaliczenie na ocenę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507539">
        <w:rPr>
          <w:rFonts w:ascii="Corbel" w:hAnsi="Corbel"/>
          <w:szCs w:val="24"/>
        </w:rPr>
        <w:t xml:space="preserve">2.Wymagania wstępne </w:t>
      </w:r>
    </w:p>
    <w:p w:rsidR="00507539" w:rsidRPr="00507539" w:rsidRDefault="00507539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07539" w:rsidTr="005E6E85">
        <w:tc>
          <w:tcPr>
            <w:tcW w:w="9778" w:type="dxa"/>
          </w:tcPr>
          <w:p w:rsidR="0085747A" w:rsidRPr="00507539" w:rsidRDefault="008F42BF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Podstawowa wiedza z zakresu historii najnowszej </w:t>
            </w:r>
            <w:r w:rsidR="005D095A"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świata </w:t>
            </w:r>
            <w:r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i geografii</w:t>
            </w:r>
            <w:r w:rsidR="005D095A"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politycznej</w:t>
            </w:r>
          </w:p>
        </w:tc>
      </w:tr>
    </w:tbl>
    <w:p w:rsidR="00507539" w:rsidRDefault="00507539" w:rsidP="00B819C8">
      <w:pPr>
        <w:pStyle w:val="Punktygwne"/>
        <w:spacing w:before="0" w:after="0"/>
        <w:rPr>
          <w:rFonts w:ascii="Corbel" w:hAnsi="Corbel"/>
          <w:b w:val="0"/>
          <w:color w:val="000000"/>
        </w:rPr>
      </w:pPr>
    </w:p>
    <w:p w:rsidR="0085747A" w:rsidRPr="00507539" w:rsidRDefault="00507539" w:rsidP="00B819C8">
      <w:pPr>
        <w:pStyle w:val="Punktygwne"/>
        <w:spacing w:before="0" w:after="0"/>
        <w:rPr>
          <w:rFonts w:ascii="Corbel" w:hAnsi="Corbel"/>
          <w:b w:val="0"/>
          <w:color w:val="000000"/>
        </w:rPr>
      </w:pPr>
      <w:r>
        <w:rPr>
          <w:rFonts w:ascii="Corbel" w:hAnsi="Corbel"/>
          <w:b w:val="0"/>
          <w:color w:val="000000"/>
        </w:rPr>
        <w:br w:type="column"/>
      </w:r>
    </w:p>
    <w:p w:rsidR="0085747A" w:rsidRPr="00507539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</w:rPr>
      </w:pPr>
      <w:r w:rsidRPr="00507539">
        <w:rPr>
          <w:rFonts w:ascii="Corbel" w:hAnsi="Corbel"/>
        </w:rPr>
        <w:t xml:space="preserve"> cele, efekty </w:t>
      </w:r>
      <w:r w:rsidR="00507539">
        <w:rPr>
          <w:rFonts w:ascii="Corbel" w:hAnsi="Corbel"/>
        </w:rPr>
        <w:t xml:space="preserve">uczenia się </w:t>
      </w:r>
      <w:r w:rsidRPr="00507539">
        <w:rPr>
          <w:rFonts w:ascii="Corbel" w:hAnsi="Corbel"/>
        </w:rPr>
        <w:t>, treści Programowe i stosowane metody Dydaktyczne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</w:rPr>
      </w:pPr>
    </w:p>
    <w:p w:rsidR="0085747A" w:rsidRPr="00507539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0"/>
        </w:rPr>
      </w:pPr>
      <w:r w:rsidRPr="00507539">
        <w:rPr>
          <w:rFonts w:ascii="Corbel" w:hAnsi="Corbel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507539" w:rsidTr="005E6E85">
        <w:tc>
          <w:tcPr>
            <w:tcW w:w="675" w:type="dxa"/>
            <w:vAlign w:val="center"/>
          </w:tcPr>
          <w:p w:rsidR="0085747A" w:rsidRPr="00507539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507539" w:rsidRDefault="00C51BC8" w:rsidP="007E008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0753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głównymi pojęciami oraz teoretycznymi i empirycznymi ujęciami wybranych zagadnień z zakresu </w:t>
            </w:r>
            <w:r w:rsidR="008B55F6" w:rsidRPr="00507539">
              <w:rPr>
                <w:rFonts w:ascii="Corbel" w:eastAsia="Times New Roman" w:hAnsi="Corbel"/>
                <w:sz w:val="24"/>
                <w:szCs w:val="24"/>
                <w:lang w:eastAsia="pl-PL"/>
              </w:rPr>
              <w:t>migracji</w:t>
            </w:r>
          </w:p>
        </w:tc>
      </w:tr>
      <w:tr w:rsidR="0085747A" w:rsidRPr="00507539" w:rsidTr="007E0081">
        <w:tc>
          <w:tcPr>
            <w:tcW w:w="675" w:type="dxa"/>
            <w:vAlign w:val="center"/>
          </w:tcPr>
          <w:p w:rsidR="0085747A" w:rsidRPr="00507539" w:rsidRDefault="00C51BC8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507539" w:rsidRDefault="00B277B3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>Rozwijanie umiejętności analizy procesów migracyjnych i ich wpływu na społeczeństwa, kulturę i gospodarkę państw docelowych</w:t>
            </w:r>
          </w:p>
        </w:tc>
      </w:tr>
      <w:tr w:rsidR="0085747A" w:rsidRPr="00507539" w:rsidTr="007E0081">
        <w:tc>
          <w:tcPr>
            <w:tcW w:w="675" w:type="dxa"/>
            <w:vAlign w:val="center"/>
          </w:tcPr>
          <w:p w:rsidR="0085747A" w:rsidRPr="00507539" w:rsidRDefault="00C51BC8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5747A" w:rsidRPr="00507539" w:rsidRDefault="007E0081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 xml:space="preserve">wykształcenie </w:t>
            </w:r>
            <w:r w:rsidR="008B55F6" w:rsidRPr="00507539">
              <w:rPr>
                <w:rFonts w:ascii="Corbel" w:hAnsi="Corbel"/>
                <w:b w:val="0"/>
                <w:sz w:val="24"/>
                <w:szCs w:val="24"/>
              </w:rPr>
              <w:t>postaw ułatwiających funkcjonowanie w środowiskach wielokulturowych</w:t>
            </w:r>
          </w:p>
        </w:tc>
      </w:tr>
      <w:tr w:rsidR="008B55F6" w:rsidRPr="00507539" w:rsidTr="007E0081">
        <w:tc>
          <w:tcPr>
            <w:tcW w:w="675" w:type="dxa"/>
            <w:vAlign w:val="center"/>
          </w:tcPr>
          <w:p w:rsidR="008B55F6" w:rsidRPr="00507539" w:rsidRDefault="008B55F6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8B55F6" w:rsidRPr="00507539" w:rsidRDefault="008B55F6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 xml:space="preserve">Rozwijanie postaw </w:t>
            </w:r>
            <w:r w:rsidR="00B277B3" w:rsidRPr="00507539">
              <w:rPr>
                <w:rFonts w:ascii="Corbel" w:hAnsi="Corbel"/>
                <w:b w:val="0"/>
                <w:sz w:val="24"/>
                <w:szCs w:val="24"/>
              </w:rPr>
              <w:t xml:space="preserve">szacunku dla drugiego człowieka i jego praw 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</w:rPr>
      </w:pPr>
      <w:r w:rsidRPr="00507539">
        <w:rPr>
          <w:rFonts w:ascii="Corbel" w:hAnsi="Corbel"/>
          <w:b w:val="0"/>
        </w:rPr>
        <w:t xml:space="preserve">3.2  </w:t>
      </w:r>
      <w:r w:rsidRPr="00507539">
        <w:rPr>
          <w:rFonts w:ascii="Corbel" w:hAnsi="Corbel"/>
        </w:rPr>
        <w:t xml:space="preserve">Efekty </w:t>
      </w:r>
      <w:r w:rsidR="00507539">
        <w:rPr>
          <w:rFonts w:ascii="Corbel" w:hAnsi="Corbel"/>
        </w:rPr>
        <w:t xml:space="preserve">uczenia się </w:t>
      </w:r>
      <w:r w:rsidR="007E0081" w:rsidRPr="00507539">
        <w:rPr>
          <w:rFonts w:ascii="Corbel" w:hAnsi="Corbel"/>
        </w:rPr>
        <w:t>dla przedmiotu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507539" w:rsidRPr="00507539" w:rsidTr="0040628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smallCaps w:val="0"/>
              </w:rPr>
              <w:t>EK</w:t>
            </w:r>
            <w:r w:rsidRPr="002C2CC2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Style w:val="Zakotwiczenieprzypisudolnego"/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Odniesienie do efektów  kierunkowych</w:t>
            </w:r>
            <w:r w:rsidRPr="002C2CC2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507539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07539" w:rsidRDefault="00ED718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Ma wiedzę dotyczącą struktur i instytucji </w:t>
            </w:r>
            <w:r w:rsidR="008B55F6" w:rsidRPr="00507539">
              <w:rPr>
                <w:rFonts w:ascii="Corbel" w:hAnsi="Corbel"/>
                <w:b w:val="0"/>
                <w:smallCaps w:val="0"/>
                <w:sz w:val="22"/>
              </w:rPr>
              <w:t xml:space="preserve">odpowiedzialnych </w:t>
            </w:r>
            <w:r w:rsidRPr="00507539">
              <w:rPr>
                <w:rFonts w:ascii="Corbel" w:hAnsi="Corbel"/>
                <w:b w:val="0"/>
                <w:smallCaps w:val="0"/>
                <w:sz w:val="22"/>
              </w:rPr>
              <w:t>za sprawy związane z migrantami na poziomie państwowym i międzynarodowym</w:t>
            </w:r>
          </w:p>
        </w:tc>
        <w:tc>
          <w:tcPr>
            <w:tcW w:w="1873" w:type="dxa"/>
          </w:tcPr>
          <w:p w:rsidR="0085747A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K_W04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K_U05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507539" w:rsidRDefault="00ED718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Dysponuje wiedzą na temat międzynarodowych regulacji praw migrantów i uchodźców</w:t>
            </w:r>
          </w:p>
        </w:tc>
        <w:tc>
          <w:tcPr>
            <w:tcW w:w="1873" w:type="dxa"/>
          </w:tcPr>
          <w:p w:rsidR="0085747A" w:rsidRPr="00507539" w:rsidRDefault="0050753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85747A" w:rsidRPr="00507539" w:rsidRDefault="00ED718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Dostrzega i odpowiednio analizuje zjawiska związane z migracjami we współczesnym świecie</w:t>
            </w:r>
          </w:p>
        </w:tc>
        <w:tc>
          <w:tcPr>
            <w:tcW w:w="1873" w:type="dxa"/>
          </w:tcPr>
          <w:p w:rsidR="0085747A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K_U01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K_W09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85747A" w:rsidRPr="00507539" w:rsidRDefault="008B55F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Dostrzega i wyjaśnia</w:t>
            </w:r>
            <w:r w:rsidR="00ED7186"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wpływ różnych form migracji na procesy polityczne</w:t>
            </w:r>
          </w:p>
        </w:tc>
        <w:tc>
          <w:tcPr>
            <w:tcW w:w="1873" w:type="dxa"/>
          </w:tcPr>
          <w:p w:rsidR="0085747A" w:rsidRPr="00507539" w:rsidRDefault="0050753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K_U07, </w:t>
            </w:r>
          </w:p>
        </w:tc>
      </w:tr>
      <w:tr w:rsidR="00CB5D14" w:rsidRPr="00507539" w:rsidTr="005E6E85">
        <w:tc>
          <w:tcPr>
            <w:tcW w:w="1701" w:type="dxa"/>
          </w:tcPr>
          <w:p w:rsidR="00CB5D14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CB5D14" w:rsidRPr="00507539" w:rsidRDefault="008B55F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Analizując współczesne procesy migracyjne dostrzega i szanuje różnice kulturowe i społeczne</w:t>
            </w:r>
          </w:p>
        </w:tc>
        <w:tc>
          <w:tcPr>
            <w:tcW w:w="1873" w:type="dxa"/>
          </w:tcPr>
          <w:p w:rsidR="00CB5D14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K_K03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K_K07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07539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507539">
        <w:rPr>
          <w:rFonts w:ascii="Corbel" w:hAnsi="Corbel"/>
          <w:b/>
        </w:rPr>
        <w:t xml:space="preserve">TREŚCI PROGRAMOWE </w:t>
      </w:r>
    </w:p>
    <w:p w:rsidR="0085747A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507539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07539" w:rsidTr="00507539">
        <w:tc>
          <w:tcPr>
            <w:tcW w:w="7229" w:type="dxa"/>
          </w:tcPr>
          <w:p w:rsidR="0085747A" w:rsidRPr="0050753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Treści merytoryczne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Podstawowa terminologia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Teorie migracji</w:t>
            </w:r>
          </w:p>
        </w:tc>
      </w:tr>
      <w:tr w:rsidR="0085747A" w:rsidRPr="00507539" w:rsidTr="00507539">
        <w:tc>
          <w:tcPr>
            <w:tcW w:w="7229" w:type="dxa"/>
          </w:tcPr>
          <w:p w:rsidR="00B52F39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Historia migracji na świecie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Historia migracji w Europie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Typologia i charakterystyka migrantów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Sposoby migracji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Aspekt ekonomiczny migracji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Migracje a kryzys demograficzny Europy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Podstawy polityki imigracyjnej i azylowej Unii Europejskiej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Polityka imigracyjna i azylowa Rzeczypospolitej Polskiej</w:t>
            </w:r>
          </w:p>
        </w:tc>
      </w:tr>
    </w:tbl>
    <w:p w:rsidR="00507539" w:rsidRDefault="00507539" w:rsidP="00B819C8">
      <w:pPr>
        <w:rPr>
          <w:rFonts w:ascii="Corbel" w:hAnsi="Corbel"/>
        </w:rPr>
      </w:pPr>
    </w:p>
    <w:p w:rsidR="0085747A" w:rsidRPr="00507539" w:rsidRDefault="00507539" w:rsidP="009D5172">
      <w:pPr>
        <w:numPr>
          <w:ilvl w:val="0"/>
          <w:numId w:val="37"/>
        </w:numPr>
        <w:rPr>
          <w:rFonts w:ascii="Corbel" w:hAnsi="Corbel"/>
        </w:rPr>
      </w:pPr>
      <w:r>
        <w:rPr>
          <w:rFonts w:ascii="Corbel" w:hAnsi="Corbel"/>
        </w:rPr>
        <w:br w:type="column"/>
      </w:r>
      <w:r w:rsidR="0085747A" w:rsidRPr="00507539">
        <w:rPr>
          <w:rFonts w:ascii="Corbel" w:hAnsi="Corbel"/>
        </w:rPr>
        <w:lastRenderedPageBreak/>
        <w:t xml:space="preserve">Problematyka ćwiczeń audytoryjnych, konwersatoryjnych, laboratoryjnych, 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07539" w:rsidTr="009D5172">
        <w:tc>
          <w:tcPr>
            <w:tcW w:w="7229" w:type="dxa"/>
          </w:tcPr>
          <w:p w:rsidR="0085747A" w:rsidRPr="0050753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Treści merytoryczne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DD214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Prawa człowieka i ich ochrona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Problem uchodźstwa we współczesnym świecie</w:t>
            </w:r>
          </w:p>
        </w:tc>
      </w:tr>
      <w:tr w:rsidR="00DD2140" w:rsidRPr="00507539" w:rsidTr="009D5172">
        <w:tc>
          <w:tcPr>
            <w:tcW w:w="7229" w:type="dxa"/>
          </w:tcPr>
          <w:p w:rsidR="00DD2140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Współcześni emigranci polscy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 Wielkiej Brytanii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we Francji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 Niemczech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Migracje zarobkowe po rozszerzeniu UE w 2004 r.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DD214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Muzułmanie w Europie Zachodniej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Kryzys uchodźczy 2015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Procesy migracyjne i polityka migracyjna USA</w:t>
            </w:r>
          </w:p>
        </w:tc>
      </w:tr>
      <w:tr w:rsidR="00F14001" w:rsidRPr="00507539" w:rsidTr="009D5172">
        <w:tc>
          <w:tcPr>
            <w:tcW w:w="7229" w:type="dxa"/>
          </w:tcPr>
          <w:p w:rsidR="00F14001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Polityka migracyjna Australii</w:t>
            </w:r>
          </w:p>
        </w:tc>
      </w:tr>
      <w:tr w:rsidR="00DD2140" w:rsidRPr="00507539" w:rsidTr="009D5172">
        <w:tc>
          <w:tcPr>
            <w:tcW w:w="7229" w:type="dxa"/>
          </w:tcPr>
          <w:p w:rsidR="00DD2140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Migranci w Polsce – jaka przyszłość?</w:t>
            </w:r>
          </w:p>
        </w:tc>
      </w:tr>
    </w:tbl>
    <w:p w:rsidR="0085747A" w:rsidRPr="00507539" w:rsidRDefault="0085747A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85747A" w:rsidRPr="00507539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METODY DYDAKTYCZNE</w:t>
      </w:r>
      <w:r w:rsidRPr="00507539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:rsidR="0085747A" w:rsidRPr="00507539" w:rsidRDefault="0085747A" w:rsidP="00083DE1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>Ćwiczenia:</w:t>
      </w:r>
      <w:r w:rsidR="00083DE1" w:rsidRPr="00507539">
        <w:rPr>
          <w:rFonts w:ascii="Corbel" w:hAnsi="Corbel"/>
          <w:b w:val="0"/>
          <w:smallCaps w:val="0"/>
          <w:sz w:val="22"/>
        </w:rPr>
        <w:t xml:space="preserve"> analiza tekstów i materiału empirycznego, referowanie zagadnień z wybranej problematyki z zakresu </w:t>
      </w:r>
      <w:r w:rsidR="00DD2140" w:rsidRPr="00507539">
        <w:rPr>
          <w:rFonts w:ascii="Corbel" w:hAnsi="Corbel"/>
          <w:b w:val="0"/>
          <w:smallCaps w:val="0"/>
          <w:sz w:val="22"/>
        </w:rPr>
        <w:t>procesów migracyjnych</w:t>
      </w:r>
      <w:r w:rsidR="00083DE1" w:rsidRPr="00507539">
        <w:rPr>
          <w:rFonts w:ascii="Corbel" w:hAnsi="Corbel"/>
          <w:b w:val="0"/>
          <w:smallCaps w:val="0"/>
          <w:sz w:val="22"/>
        </w:rPr>
        <w:t>, dyskusja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METODY I KRYTERIA OCENY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221CBE">
        <w:rPr>
          <w:rFonts w:ascii="Corbel" w:hAnsi="Corbel"/>
          <w:b w:val="0"/>
          <w:smallCaps w:val="0"/>
          <w:sz w:val="22"/>
        </w:rPr>
        <w:t xml:space="preserve">uczenia się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507539" w:rsidTr="009D5172">
        <w:tc>
          <w:tcPr>
            <w:tcW w:w="198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221CB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uczenia się 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9D5172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507539" w:rsidTr="009D5172">
        <w:tc>
          <w:tcPr>
            <w:tcW w:w="1984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</w:t>
            </w:r>
            <w:r w:rsidR="0085747A" w:rsidRPr="00507539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</w:tcPr>
          <w:p w:rsidR="0085747A" w:rsidRPr="00507539" w:rsidRDefault="00DD214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Referaty, test</w:t>
            </w:r>
          </w:p>
        </w:tc>
        <w:tc>
          <w:tcPr>
            <w:tcW w:w="2233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103" w:type="dxa"/>
          </w:tcPr>
          <w:p w:rsidR="009B0FC2" w:rsidRPr="00507539" w:rsidRDefault="00DD2140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Referaty, test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DD2140" w:rsidRPr="00507539">
              <w:rPr>
                <w:rFonts w:ascii="Corbel" w:hAnsi="Corbel"/>
                <w:b w:val="0"/>
                <w:smallCaps w:val="0"/>
                <w:szCs w:val="24"/>
              </w:rPr>
              <w:t>referaty</w:t>
            </w: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D2140" w:rsidRPr="00507539">
              <w:rPr>
                <w:rFonts w:ascii="Corbel" w:hAnsi="Corbel"/>
                <w:b w:val="0"/>
                <w:smallCaps w:val="0"/>
                <w:szCs w:val="24"/>
              </w:rPr>
              <w:t>test</w:t>
            </w: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egzamin 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507539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p w:rsidR="009D5172" w:rsidRPr="00507539" w:rsidRDefault="009D5172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85747A" w:rsidRPr="00507539" w:rsidTr="009D5172">
        <w:tc>
          <w:tcPr>
            <w:tcW w:w="552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Wykład: </w:t>
            </w:r>
            <w:r w:rsidR="00DD2140" w:rsidRPr="00507539">
              <w:rPr>
                <w:rFonts w:ascii="Corbel" w:hAnsi="Corbel"/>
                <w:b w:val="0"/>
                <w:smallCaps w:val="0"/>
                <w:sz w:val="22"/>
              </w:rPr>
              <w:t>test</w:t>
            </w:r>
          </w:p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Ćwiczenia: aktywność w trakcie zajęć, referat</w:t>
            </w:r>
            <w:r w:rsidR="00DD2140" w:rsidRPr="00507539">
              <w:rPr>
                <w:rFonts w:ascii="Corbel" w:hAnsi="Corbel"/>
                <w:b w:val="0"/>
                <w:smallCaps w:val="0"/>
                <w:sz w:val="22"/>
              </w:rPr>
              <w:t>y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Default="0085747A" w:rsidP="009D5172">
      <w:pPr>
        <w:pStyle w:val="Punktygwne"/>
        <w:numPr>
          <w:ilvl w:val="0"/>
          <w:numId w:val="48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Całkowity nakład pracy studenta potrzebny do osiągnięcia założonych efektów w godzinach oraz punktach ECTS</w:t>
      </w:r>
    </w:p>
    <w:p w:rsidR="009D5172" w:rsidRDefault="009D5172" w:rsidP="009D5172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2693"/>
      </w:tblGrid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Forma aktywności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Średnia liczba godzin na zrealizowanie aktywności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Godziny kontaktowe wynikające z harmonogramu studiów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40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Inne z udziałem nauczyciela akademickiego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(udział w konsultacjach, egzaminie)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5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Godziny niekontaktowe – praca własna studenta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(przygotowanie do zajęć, egzaminu, napisanie referatu itp.)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55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SUMA GODZIN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100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SUMARYCZNA LICZBA PUNKTÓW ECTS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4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</w:p>
        </w:tc>
      </w:tr>
    </w:tbl>
    <w:p w:rsidR="009D5172" w:rsidRPr="009D5172" w:rsidRDefault="009D5172" w:rsidP="009D5172">
      <w:pPr>
        <w:pStyle w:val="Punktygwne"/>
        <w:rPr>
          <w:rFonts w:ascii="Corbel" w:hAnsi="Corbel"/>
          <w:i/>
          <w:sz w:val="16"/>
        </w:rPr>
      </w:pPr>
      <w:r w:rsidRPr="009D5172">
        <w:rPr>
          <w:rFonts w:ascii="Corbel" w:hAnsi="Corbel"/>
          <w:i/>
          <w:sz w:val="16"/>
        </w:rPr>
        <w:t>* Należy uwzględnić, że 1 pkt ECTS odpowiada 25-30 godzin całkowitego nakładu pracy studenta.</w:t>
      </w:r>
    </w:p>
    <w:p w:rsidR="009D5172" w:rsidRDefault="009D5172" w:rsidP="009D517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D5172" w:rsidRPr="009D5172" w:rsidRDefault="009D5172" w:rsidP="009D517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85747A" w:rsidRPr="00507539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0"/>
          <w:szCs w:val="20"/>
        </w:rPr>
      </w:pPr>
      <w:r w:rsidRPr="00507539">
        <w:rPr>
          <w:rFonts w:ascii="Corbel" w:hAnsi="Corbel"/>
          <w:smallCaps w:val="0"/>
          <w:sz w:val="20"/>
          <w:szCs w:val="20"/>
        </w:rPr>
        <w:t>PRAKTYKI ZAWODOWE W RAMACH PRZEDMIOTU</w:t>
      </w: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</w:tblGrid>
      <w:tr w:rsidR="0085747A" w:rsidRPr="00507539" w:rsidTr="009D5172">
        <w:tc>
          <w:tcPr>
            <w:tcW w:w="354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55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507539" w:rsidTr="009D5172">
        <w:tc>
          <w:tcPr>
            <w:tcW w:w="354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55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LITERATURA</w:t>
      </w:r>
    </w:p>
    <w:p w:rsidR="009D5172" w:rsidRDefault="009D5172" w:rsidP="009D5172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07539" w:rsidTr="009D5172">
        <w:tc>
          <w:tcPr>
            <w:tcW w:w="7513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85747A" w:rsidRPr="00507539" w:rsidRDefault="00DD214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Castles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ED568D" w:rsidRPr="00507539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Migracje we współczesnym świecie</w:t>
            </w:r>
            <w:r w:rsidR="00ED568D"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PWN, Warszawa 2011</w:t>
            </w:r>
          </w:p>
          <w:p w:rsidR="00ED568D" w:rsidRPr="00507539" w:rsidRDefault="00ED568D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Furdal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507539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Migracje: dzieje, typologia, definicje</w:t>
            </w: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UWr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2006</w:t>
            </w:r>
          </w:p>
        </w:tc>
      </w:tr>
      <w:tr w:rsidR="0085747A" w:rsidRPr="00507539" w:rsidTr="009D5172">
        <w:tc>
          <w:tcPr>
            <w:tcW w:w="7513" w:type="dxa"/>
          </w:tcPr>
          <w:p w:rsidR="00ED568D" w:rsidRPr="00507539" w:rsidRDefault="0085747A" w:rsidP="00F5226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J. Balicki, P. Stalker, Polityka imigracyjna i azylowa. Wyzwania i dylematy, Warszawa 2006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Kubitsky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Psychologia migracji,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M. Lesińska, Inkluzja polityczna imigrantów we współczesnej Europie, Warszawa 2013</w:t>
            </w:r>
          </w:p>
          <w:p w:rsidR="008D7D7F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M.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Mollat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du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Jourdin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J.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Desange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Tysiącletnie szlaki, Bellona, Warszawa 2000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H.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Thiollet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Migranci, migracje: o czym warto wiedzieć by wyrobić sobie własne zdanie,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Karakter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Kraków 2017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  <w:r w:rsidRPr="00507539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:rsidR="0085747A" w:rsidRPr="00507539" w:rsidRDefault="0085747A" w:rsidP="008917F9">
      <w:pPr>
        <w:rPr>
          <w:rFonts w:ascii="Corbel" w:hAnsi="Corbel"/>
        </w:rPr>
      </w:pPr>
    </w:p>
    <w:p w:rsidR="0085747A" w:rsidRPr="00507539" w:rsidRDefault="0085747A" w:rsidP="00B819C8">
      <w:pPr>
        <w:rPr>
          <w:rFonts w:ascii="Corbel" w:hAnsi="Corbel"/>
        </w:rPr>
      </w:pPr>
    </w:p>
    <w:p w:rsidR="0085747A" w:rsidRPr="00507539" w:rsidRDefault="0085747A">
      <w:pPr>
        <w:rPr>
          <w:rFonts w:ascii="Corbel" w:hAnsi="Corbel"/>
        </w:rPr>
      </w:pPr>
    </w:p>
    <w:sectPr w:rsidR="0085747A" w:rsidRPr="00507539" w:rsidSect="009D5172">
      <w:headerReference w:type="first" r:id="rId8"/>
      <w:pgSz w:w="11906" w:h="16838"/>
      <w:pgMar w:top="426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202" w:rsidRDefault="00BE5202" w:rsidP="00C16ABF">
      <w:pPr>
        <w:spacing w:after="0" w:line="240" w:lineRule="auto"/>
      </w:pPr>
      <w:r>
        <w:separator/>
      </w:r>
    </w:p>
  </w:endnote>
  <w:endnote w:type="continuationSeparator" w:id="0">
    <w:p w:rsidR="00BE5202" w:rsidRDefault="00BE52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202" w:rsidRDefault="00BE5202" w:rsidP="00C16ABF">
      <w:pPr>
        <w:spacing w:after="0" w:line="240" w:lineRule="auto"/>
      </w:pPr>
      <w:r>
        <w:separator/>
      </w:r>
    </w:p>
  </w:footnote>
  <w:footnote w:type="continuationSeparator" w:id="0">
    <w:p w:rsidR="00BE5202" w:rsidRDefault="00BE5202" w:rsidP="00C16ABF">
      <w:pPr>
        <w:spacing w:after="0" w:line="240" w:lineRule="auto"/>
      </w:pPr>
      <w:r>
        <w:continuationSeparator/>
      </w:r>
    </w:p>
  </w:footnote>
  <w:footnote w:id="1">
    <w:p w:rsidR="00507539" w:rsidRDefault="00507539" w:rsidP="00507539">
      <w:r w:rsidRPr="006E23DB">
        <w:rPr>
          <w:rStyle w:val="Znakiprzypiswdolnych"/>
          <w:sz w:val="16"/>
        </w:rPr>
        <w:footnoteRef/>
      </w:r>
      <w:r>
        <w:t xml:space="preserve"> </w:t>
      </w:r>
      <w:r w:rsidRPr="006E23DB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539" w:rsidRPr="00507539" w:rsidRDefault="00507539" w:rsidP="00507539">
    <w:pPr>
      <w:pStyle w:val="Nagwek"/>
      <w:jc w:val="right"/>
    </w:pPr>
    <w:r w:rsidRPr="00507539">
      <w:rPr>
        <w:bCs/>
        <w:i/>
      </w:rPr>
      <w:t>Załącznik nr 1.5 do Zarządzenia Rektora UR nr 12/2019</w:t>
    </w:r>
  </w:p>
  <w:p w:rsidR="00507539" w:rsidRDefault="005075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C4531C"/>
    <w:multiLevelType w:val="multilevel"/>
    <w:tmpl w:val="EC1A30D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4105F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9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7"/>
  </w:num>
  <w:num w:numId="5">
    <w:abstractNumId w:val="5"/>
  </w:num>
  <w:num w:numId="6">
    <w:abstractNumId w:val="26"/>
  </w:num>
  <w:num w:numId="7">
    <w:abstractNumId w:val="31"/>
  </w:num>
  <w:num w:numId="8">
    <w:abstractNumId w:val="18"/>
  </w:num>
  <w:num w:numId="9">
    <w:abstractNumId w:val="41"/>
  </w:num>
  <w:num w:numId="10">
    <w:abstractNumId w:val="42"/>
  </w:num>
  <w:num w:numId="11">
    <w:abstractNumId w:val="32"/>
  </w:num>
  <w:num w:numId="12">
    <w:abstractNumId w:val="22"/>
  </w:num>
  <w:num w:numId="13">
    <w:abstractNumId w:val="20"/>
  </w:num>
  <w:num w:numId="14">
    <w:abstractNumId w:val="43"/>
  </w:num>
  <w:num w:numId="15">
    <w:abstractNumId w:val="8"/>
  </w:num>
  <w:num w:numId="16">
    <w:abstractNumId w:val="47"/>
  </w:num>
  <w:num w:numId="17">
    <w:abstractNumId w:val="29"/>
  </w:num>
  <w:num w:numId="18">
    <w:abstractNumId w:val="11"/>
  </w:num>
  <w:num w:numId="19">
    <w:abstractNumId w:val="4"/>
  </w:num>
  <w:num w:numId="20">
    <w:abstractNumId w:val="28"/>
  </w:num>
  <w:num w:numId="21">
    <w:abstractNumId w:val="1"/>
  </w:num>
  <w:num w:numId="22">
    <w:abstractNumId w:val="7"/>
  </w:num>
  <w:num w:numId="23">
    <w:abstractNumId w:val="39"/>
  </w:num>
  <w:num w:numId="24">
    <w:abstractNumId w:val="23"/>
  </w:num>
  <w:num w:numId="25">
    <w:abstractNumId w:val="40"/>
  </w:num>
  <w:num w:numId="26">
    <w:abstractNumId w:val="27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8"/>
  </w:num>
  <w:num w:numId="40">
    <w:abstractNumId w:val="34"/>
  </w:num>
  <w:num w:numId="41">
    <w:abstractNumId w:val="16"/>
  </w:num>
  <w:num w:numId="42">
    <w:abstractNumId w:val="0"/>
  </w:num>
  <w:num w:numId="43">
    <w:abstractNumId w:val="37"/>
  </w:num>
  <w:num w:numId="44">
    <w:abstractNumId w:val="36"/>
  </w:num>
  <w:num w:numId="45">
    <w:abstractNumId w:val="24"/>
  </w:num>
  <w:num w:numId="46">
    <w:abstractNumId w:val="30"/>
  </w:num>
  <w:num w:numId="47">
    <w:abstractNumId w:val="35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22ECE"/>
    <w:rsid w:val="000273F1"/>
    <w:rsid w:val="00041A6A"/>
    <w:rsid w:val="00042A51"/>
    <w:rsid w:val="00042D2E"/>
    <w:rsid w:val="00044C82"/>
    <w:rsid w:val="0005152D"/>
    <w:rsid w:val="00070ED6"/>
    <w:rsid w:val="000742DC"/>
    <w:rsid w:val="00083DE1"/>
    <w:rsid w:val="00084C12"/>
    <w:rsid w:val="00094B12"/>
    <w:rsid w:val="00095612"/>
    <w:rsid w:val="00096C46"/>
    <w:rsid w:val="000A296F"/>
    <w:rsid w:val="000A2A28"/>
    <w:rsid w:val="000B192D"/>
    <w:rsid w:val="000B28EE"/>
    <w:rsid w:val="000B3E37"/>
    <w:rsid w:val="000B682F"/>
    <w:rsid w:val="000D04B0"/>
    <w:rsid w:val="000D76FC"/>
    <w:rsid w:val="000F1C57"/>
    <w:rsid w:val="000F5257"/>
    <w:rsid w:val="000F5615"/>
    <w:rsid w:val="0012560E"/>
    <w:rsid w:val="00127108"/>
    <w:rsid w:val="00134B13"/>
    <w:rsid w:val="00146BC0"/>
    <w:rsid w:val="00154381"/>
    <w:rsid w:val="00164FA7"/>
    <w:rsid w:val="00166A03"/>
    <w:rsid w:val="001737CF"/>
    <w:rsid w:val="00176083"/>
    <w:rsid w:val="001A70D2"/>
    <w:rsid w:val="001D14BE"/>
    <w:rsid w:val="001D657B"/>
    <w:rsid w:val="001E0209"/>
    <w:rsid w:val="001F2CA2"/>
    <w:rsid w:val="002144C0"/>
    <w:rsid w:val="00221CBE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2FF6"/>
    <w:rsid w:val="002B4D55"/>
    <w:rsid w:val="002B6119"/>
    <w:rsid w:val="002C1F06"/>
    <w:rsid w:val="002D1727"/>
    <w:rsid w:val="002D73D4"/>
    <w:rsid w:val="002F02A3"/>
    <w:rsid w:val="003018BA"/>
    <w:rsid w:val="00305C92"/>
    <w:rsid w:val="003151C5"/>
    <w:rsid w:val="003343CF"/>
    <w:rsid w:val="00346FE9"/>
    <w:rsid w:val="0034759A"/>
    <w:rsid w:val="003503F6"/>
    <w:rsid w:val="003530DD"/>
    <w:rsid w:val="003A1176"/>
    <w:rsid w:val="003C0BAE"/>
    <w:rsid w:val="003D18A9"/>
    <w:rsid w:val="003D6CE2"/>
    <w:rsid w:val="003D759B"/>
    <w:rsid w:val="003E2FE6"/>
    <w:rsid w:val="003E49D5"/>
    <w:rsid w:val="00414E3C"/>
    <w:rsid w:val="0042244A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3CA6"/>
    <w:rsid w:val="004968E2"/>
    <w:rsid w:val="004A3EEA"/>
    <w:rsid w:val="004A4D1F"/>
    <w:rsid w:val="004C0732"/>
    <w:rsid w:val="004D5282"/>
    <w:rsid w:val="004F1551"/>
    <w:rsid w:val="004F55A3"/>
    <w:rsid w:val="00501DAA"/>
    <w:rsid w:val="0050496F"/>
    <w:rsid w:val="00507539"/>
    <w:rsid w:val="005363C4"/>
    <w:rsid w:val="00536BDE"/>
    <w:rsid w:val="00542B79"/>
    <w:rsid w:val="00543ACC"/>
    <w:rsid w:val="00546C9B"/>
    <w:rsid w:val="00580964"/>
    <w:rsid w:val="005A0855"/>
    <w:rsid w:val="005A3196"/>
    <w:rsid w:val="005C080F"/>
    <w:rsid w:val="005C55E5"/>
    <w:rsid w:val="005C696A"/>
    <w:rsid w:val="005D095A"/>
    <w:rsid w:val="005E6E85"/>
    <w:rsid w:val="005F31D2"/>
    <w:rsid w:val="00604E64"/>
    <w:rsid w:val="0061029B"/>
    <w:rsid w:val="00621CE1"/>
    <w:rsid w:val="00647FA8"/>
    <w:rsid w:val="006620D9"/>
    <w:rsid w:val="00671958"/>
    <w:rsid w:val="006D050F"/>
    <w:rsid w:val="006D6139"/>
    <w:rsid w:val="006E5D65"/>
    <w:rsid w:val="006F1FBC"/>
    <w:rsid w:val="007072BA"/>
    <w:rsid w:val="00724677"/>
    <w:rsid w:val="00725459"/>
    <w:rsid w:val="00734608"/>
    <w:rsid w:val="007461D6"/>
    <w:rsid w:val="00746EC8"/>
    <w:rsid w:val="007600CD"/>
    <w:rsid w:val="00763BF1"/>
    <w:rsid w:val="00766FD4"/>
    <w:rsid w:val="0078168C"/>
    <w:rsid w:val="00790E27"/>
    <w:rsid w:val="007A4022"/>
    <w:rsid w:val="007A6E6E"/>
    <w:rsid w:val="007B322E"/>
    <w:rsid w:val="007C3299"/>
    <w:rsid w:val="007C3BCC"/>
    <w:rsid w:val="007D6E56"/>
    <w:rsid w:val="007E0081"/>
    <w:rsid w:val="007F4155"/>
    <w:rsid w:val="0081707E"/>
    <w:rsid w:val="008449B3"/>
    <w:rsid w:val="0085747A"/>
    <w:rsid w:val="00885F64"/>
    <w:rsid w:val="008917F9"/>
    <w:rsid w:val="008A45F7"/>
    <w:rsid w:val="008B23C3"/>
    <w:rsid w:val="008B55F6"/>
    <w:rsid w:val="008C0CC0"/>
    <w:rsid w:val="008C19A9"/>
    <w:rsid w:val="008C379D"/>
    <w:rsid w:val="008C5147"/>
    <w:rsid w:val="008C5359"/>
    <w:rsid w:val="008C5363"/>
    <w:rsid w:val="008D3DFB"/>
    <w:rsid w:val="008D7D7F"/>
    <w:rsid w:val="008E64F4"/>
    <w:rsid w:val="008F12C9"/>
    <w:rsid w:val="008F42BF"/>
    <w:rsid w:val="008F6E29"/>
    <w:rsid w:val="00902C2C"/>
    <w:rsid w:val="00916188"/>
    <w:rsid w:val="00954A07"/>
    <w:rsid w:val="00986C77"/>
    <w:rsid w:val="009A78D9"/>
    <w:rsid w:val="009B0FC2"/>
    <w:rsid w:val="009C3E31"/>
    <w:rsid w:val="009C788E"/>
    <w:rsid w:val="009D5172"/>
    <w:rsid w:val="009E37B2"/>
    <w:rsid w:val="009E3B41"/>
    <w:rsid w:val="009F3C5C"/>
    <w:rsid w:val="00A00ECC"/>
    <w:rsid w:val="00A155EE"/>
    <w:rsid w:val="00A2245B"/>
    <w:rsid w:val="00A30110"/>
    <w:rsid w:val="00A344DD"/>
    <w:rsid w:val="00A36899"/>
    <w:rsid w:val="00A371F6"/>
    <w:rsid w:val="00A43BF6"/>
    <w:rsid w:val="00A54817"/>
    <w:rsid w:val="00A60799"/>
    <w:rsid w:val="00A97DE1"/>
    <w:rsid w:val="00AA0426"/>
    <w:rsid w:val="00AB053C"/>
    <w:rsid w:val="00AD1146"/>
    <w:rsid w:val="00AD27D3"/>
    <w:rsid w:val="00AD66D6"/>
    <w:rsid w:val="00AE019E"/>
    <w:rsid w:val="00AE1160"/>
    <w:rsid w:val="00AE203C"/>
    <w:rsid w:val="00AE2E74"/>
    <w:rsid w:val="00AE5FCB"/>
    <w:rsid w:val="00AF2C1E"/>
    <w:rsid w:val="00B06142"/>
    <w:rsid w:val="00B135B1"/>
    <w:rsid w:val="00B277B3"/>
    <w:rsid w:val="00B40ADB"/>
    <w:rsid w:val="00B43B77"/>
    <w:rsid w:val="00B43E80"/>
    <w:rsid w:val="00B52F39"/>
    <w:rsid w:val="00B5643B"/>
    <w:rsid w:val="00B607DB"/>
    <w:rsid w:val="00B66529"/>
    <w:rsid w:val="00B74BF7"/>
    <w:rsid w:val="00B75946"/>
    <w:rsid w:val="00B8056E"/>
    <w:rsid w:val="00B819C8"/>
    <w:rsid w:val="00BA2B36"/>
    <w:rsid w:val="00BB520A"/>
    <w:rsid w:val="00BD3869"/>
    <w:rsid w:val="00BD66E9"/>
    <w:rsid w:val="00BE5202"/>
    <w:rsid w:val="00C058B4"/>
    <w:rsid w:val="00C131B5"/>
    <w:rsid w:val="00C16ABF"/>
    <w:rsid w:val="00C170AE"/>
    <w:rsid w:val="00C2541D"/>
    <w:rsid w:val="00C26CB7"/>
    <w:rsid w:val="00C324C1"/>
    <w:rsid w:val="00C36992"/>
    <w:rsid w:val="00C51BC8"/>
    <w:rsid w:val="00C56036"/>
    <w:rsid w:val="00C67E92"/>
    <w:rsid w:val="00C70A26"/>
    <w:rsid w:val="00C92420"/>
    <w:rsid w:val="00C94B98"/>
    <w:rsid w:val="00CA2B96"/>
    <w:rsid w:val="00CA5089"/>
    <w:rsid w:val="00CB5D14"/>
    <w:rsid w:val="00CE5BAC"/>
    <w:rsid w:val="00CF25BE"/>
    <w:rsid w:val="00CF78ED"/>
    <w:rsid w:val="00D02B25"/>
    <w:rsid w:val="00D17C3C"/>
    <w:rsid w:val="00D26B2C"/>
    <w:rsid w:val="00D352C9"/>
    <w:rsid w:val="00D425B2"/>
    <w:rsid w:val="00D552B2"/>
    <w:rsid w:val="00D608D1"/>
    <w:rsid w:val="00D74119"/>
    <w:rsid w:val="00D8075B"/>
    <w:rsid w:val="00DA2114"/>
    <w:rsid w:val="00DD2140"/>
    <w:rsid w:val="00DF320D"/>
    <w:rsid w:val="00E129B8"/>
    <w:rsid w:val="00E24BF5"/>
    <w:rsid w:val="00E25338"/>
    <w:rsid w:val="00E51E44"/>
    <w:rsid w:val="00E63348"/>
    <w:rsid w:val="00E77E88"/>
    <w:rsid w:val="00E8107D"/>
    <w:rsid w:val="00EC4899"/>
    <w:rsid w:val="00ED03AB"/>
    <w:rsid w:val="00ED32D2"/>
    <w:rsid w:val="00ED568D"/>
    <w:rsid w:val="00ED7186"/>
    <w:rsid w:val="00EE32DE"/>
    <w:rsid w:val="00EE5457"/>
    <w:rsid w:val="00F070AB"/>
    <w:rsid w:val="00F14001"/>
    <w:rsid w:val="00F27A7B"/>
    <w:rsid w:val="00F409CF"/>
    <w:rsid w:val="00F447AA"/>
    <w:rsid w:val="00F5226C"/>
    <w:rsid w:val="00F617C3"/>
    <w:rsid w:val="00F7066B"/>
    <w:rsid w:val="00F85122"/>
    <w:rsid w:val="00FB7DBA"/>
    <w:rsid w:val="00FC1C25"/>
    <w:rsid w:val="00FC3F45"/>
    <w:rsid w:val="00FC45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107F95-0DD3-4A8C-95F3-BEECBB65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07539"/>
    <w:rPr>
      <w:vertAlign w:val="superscript"/>
    </w:rPr>
  </w:style>
  <w:style w:type="character" w:customStyle="1" w:styleId="Zakotwiczenieprzypisudolnego">
    <w:name w:val="Zakotwiczenie przypisu dolnego"/>
    <w:rsid w:val="005075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5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DBB76-075B-412F-9AE0-2499207F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6</cp:revision>
  <cp:lastPrinted>2015-02-02T09:23:00Z</cp:lastPrinted>
  <dcterms:created xsi:type="dcterms:W3CDTF">2021-02-25T11:02:00Z</dcterms:created>
  <dcterms:modified xsi:type="dcterms:W3CDTF">2021-07-05T07:55:00Z</dcterms:modified>
</cp:coreProperties>
</file>